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5B6" w:rsidRDefault="00C415B6" w:rsidP="002C42F3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Наставно-научном већу Филозофског факултета у Нишу</w:t>
      </w:r>
    </w:p>
    <w:p w:rsidR="00C415B6" w:rsidRDefault="00C415B6" w:rsidP="002C42F3">
      <w:pPr>
        <w:jc w:val="both"/>
        <w:rPr>
          <w:rFonts w:ascii="Times New Roman" w:hAnsi="Times New Roman"/>
          <w:b/>
          <w:sz w:val="24"/>
          <w:szCs w:val="24"/>
        </w:rPr>
      </w:pPr>
    </w:p>
    <w:p w:rsidR="00C415B6" w:rsidRDefault="00C415B6" w:rsidP="002C42F3">
      <w:pPr>
        <w:jc w:val="both"/>
        <w:rPr>
          <w:rFonts w:ascii="Times New Roman" w:hAnsi="Times New Roman"/>
          <w:sz w:val="24"/>
          <w:szCs w:val="24"/>
        </w:rPr>
      </w:pPr>
    </w:p>
    <w:p w:rsidR="00C415B6" w:rsidRDefault="00C415B6" w:rsidP="002C42F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ПРЕДМЕТ: Извештај о учешћу на међународној конференцији „Македонска књижевност у европском контексту“</w:t>
      </w:r>
    </w:p>
    <w:p w:rsidR="00C415B6" w:rsidRDefault="00C415B6" w:rsidP="002C42F3">
      <w:pPr>
        <w:jc w:val="both"/>
        <w:rPr>
          <w:rFonts w:ascii="Times New Roman" w:hAnsi="Times New Roman"/>
          <w:sz w:val="24"/>
          <w:szCs w:val="24"/>
        </w:rPr>
      </w:pPr>
    </w:p>
    <w:p w:rsidR="00C415B6" w:rsidRDefault="00C415B6" w:rsidP="002C42F3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 периоду од 27. до 28. јуна 2015. године, доц. др Данијела Костадиновић учествовала је на међународној конференцији „Македонска књижевност у европском контексту“, која је одржана у Конгресном центру у Охриду (Македонија) у организацији Универзитета „Св. Кирил и Методиј“ и Филолошког факултета „Блаже Конески“ у Скопљу (Македонија).</w:t>
      </w:r>
    </w:p>
    <w:p w:rsidR="00C415B6" w:rsidRDefault="00C415B6" w:rsidP="002C42F3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 научне конференције обухватао је више од 40 еминентних научника из већине европских земаља. Радни језици скупа били су енглески и сви словенски језици. Конференција је трајала два дана и радила је у двема паралелним сесијама: лингвистичкој и књижевној.</w:t>
      </w:r>
    </w:p>
    <w:p w:rsidR="00C415B6" w:rsidRDefault="00C415B6" w:rsidP="002C42F3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Доц. др Данијела Костадиновић учествовала је у књижевној сесији са рефератом „Компаративно виђење прозе Слободана Џунића и Живка Чинга у контексту појаве магичног реализма у европским књижевностима“.</w:t>
      </w:r>
    </w:p>
    <w:p w:rsidR="00C415B6" w:rsidRDefault="00C415B6" w:rsidP="002C42F3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C415B6" w:rsidRDefault="00C415B6" w:rsidP="002C42F3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 Нишу, 13. 07. 2015.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C415B6" w:rsidRPr="00CE223C" w:rsidRDefault="00C415B6" w:rsidP="002C42F3">
      <w:pPr>
        <w:ind w:left="5760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>Доц. др Данијела Костадиновић</w:t>
      </w:r>
    </w:p>
    <w:sectPr w:rsidR="00C415B6" w:rsidRPr="00CE223C" w:rsidSect="00C118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223C"/>
    <w:rsid w:val="00091B5D"/>
    <w:rsid w:val="002C42F3"/>
    <w:rsid w:val="00334EF4"/>
    <w:rsid w:val="0067109A"/>
    <w:rsid w:val="008767C3"/>
    <w:rsid w:val="00C118BB"/>
    <w:rsid w:val="00C415B6"/>
    <w:rsid w:val="00CE22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18BB"/>
    <w:pPr>
      <w:spacing w:after="160" w:line="259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150</Words>
  <Characters>860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Наставно-научном већу Филозофског факултета у Нишу</dc:title>
  <dc:subject/>
  <dc:creator>n</dc:creator>
  <cp:keywords/>
  <dc:description/>
  <cp:lastModifiedBy>rc</cp:lastModifiedBy>
  <cp:revision>2</cp:revision>
  <dcterms:created xsi:type="dcterms:W3CDTF">2015-07-13T12:06:00Z</dcterms:created>
  <dcterms:modified xsi:type="dcterms:W3CDTF">2015-07-13T12:06:00Z</dcterms:modified>
</cp:coreProperties>
</file>