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ИЗБОРНОМ ВЕЋУ </w:t>
      </w: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</w:p>
    <w:p w:rsidR="005D0512" w:rsidRPr="005E68AD" w:rsidRDefault="005D0512" w:rsidP="005D05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8AD">
        <w:rPr>
          <w:rFonts w:ascii="Times New Roman" w:hAnsi="Times New Roman" w:cs="Times New Roman"/>
          <w:b/>
          <w:sz w:val="24"/>
          <w:szCs w:val="24"/>
        </w:rPr>
        <w:t>ОЦЕНА РЕЗУЛТАТА НАУЧНОГ И ИСТРАЖИВАЧКОГ РАДА КАНДИДАТА</w:t>
      </w:r>
    </w:p>
    <w:p w:rsidR="005D0512" w:rsidRPr="005E68AD" w:rsidRDefault="005D0512" w:rsidP="005D05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ab/>
        <w:t xml:space="preserve">Др </w:t>
      </w:r>
      <w:r w:rsidR="00D95D7B">
        <w:rPr>
          <w:rFonts w:ascii="Times New Roman" w:hAnsi="Times New Roman" w:cs="Times New Roman"/>
          <w:sz w:val="24"/>
          <w:szCs w:val="24"/>
        </w:rPr>
        <w:t>Милош Ђорђевић постигао</w:t>
      </w:r>
      <w:r w:rsidRPr="005E68AD">
        <w:rPr>
          <w:rFonts w:ascii="Times New Roman" w:hAnsi="Times New Roman" w:cs="Times New Roman"/>
          <w:sz w:val="24"/>
          <w:szCs w:val="24"/>
        </w:rPr>
        <w:t xml:space="preserve"> је з</w:t>
      </w:r>
      <w:r>
        <w:rPr>
          <w:rFonts w:ascii="Times New Roman" w:hAnsi="Times New Roman" w:cs="Times New Roman"/>
          <w:sz w:val="24"/>
          <w:szCs w:val="24"/>
        </w:rPr>
        <w:t xml:space="preserve">начајне </w:t>
      </w:r>
      <w:r w:rsidRPr="005E68AD">
        <w:rPr>
          <w:rFonts w:ascii="Times New Roman" w:hAnsi="Times New Roman" w:cs="Times New Roman"/>
          <w:sz w:val="24"/>
          <w:szCs w:val="24"/>
        </w:rPr>
        <w:t xml:space="preserve"> резултате у досадашњем научном и истраживачком раду:</w:t>
      </w:r>
    </w:p>
    <w:p w:rsidR="005D0512" w:rsidRPr="005E68AD" w:rsidRDefault="00D95D7B" w:rsidP="00D95D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публиковао</w:t>
      </w:r>
      <w:r w:rsidR="005D0512" w:rsidRPr="005E68AD">
        <w:rPr>
          <w:rFonts w:ascii="Times New Roman" w:hAnsi="Times New Roman" w:cs="Times New Roman"/>
          <w:sz w:val="24"/>
          <w:szCs w:val="24"/>
        </w:rPr>
        <w:t xml:space="preserve"> је </w:t>
      </w:r>
      <w:r>
        <w:rPr>
          <w:rFonts w:ascii="Times New Roman" w:hAnsi="Times New Roman" w:cs="Times New Roman"/>
          <w:sz w:val="24"/>
          <w:szCs w:val="24"/>
        </w:rPr>
        <w:t>монографију</w:t>
      </w:r>
      <w:r w:rsidR="005D0512" w:rsidRPr="005E68AD">
        <w:rPr>
          <w:rFonts w:ascii="Times New Roman" w:hAnsi="Times New Roman" w:cs="Times New Roman"/>
          <w:sz w:val="24"/>
          <w:szCs w:val="24"/>
        </w:rPr>
        <w:t xml:space="preserve"> националног значаја, </w:t>
      </w:r>
    </w:p>
    <w:p w:rsidR="005D0512" w:rsidRPr="005E68AD" w:rsidRDefault="00D95D7B" w:rsidP="005D05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објавио</w:t>
      </w:r>
      <w:r w:rsidR="005D0512" w:rsidRPr="005E68AD">
        <w:rPr>
          <w:rFonts w:ascii="Times New Roman" w:hAnsi="Times New Roman" w:cs="Times New Roman"/>
          <w:sz w:val="24"/>
          <w:szCs w:val="24"/>
        </w:rPr>
        <w:t xml:space="preserve"> је 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="005D0512" w:rsidRPr="005E68AD">
        <w:rPr>
          <w:rFonts w:ascii="Times New Roman" w:hAnsi="Times New Roman" w:cs="Times New Roman"/>
          <w:sz w:val="24"/>
          <w:szCs w:val="24"/>
        </w:rPr>
        <w:t>радова у међународним, водећим националним и научним часописима</w:t>
      </w:r>
    </w:p>
    <w:p w:rsidR="005D0512" w:rsidRPr="005E68AD" w:rsidRDefault="00D95D7B" w:rsidP="005D05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објавио</w:t>
      </w:r>
      <w:r w:rsidR="005D0512" w:rsidRPr="005E68AD">
        <w:rPr>
          <w:rFonts w:ascii="Times New Roman" w:hAnsi="Times New Roman" w:cs="Times New Roman"/>
          <w:sz w:val="24"/>
          <w:szCs w:val="24"/>
        </w:rPr>
        <w:t xml:space="preserve"> је 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="005D0512" w:rsidRPr="005E68AD">
        <w:rPr>
          <w:rFonts w:ascii="Times New Roman" w:hAnsi="Times New Roman" w:cs="Times New Roman"/>
          <w:sz w:val="24"/>
          <w:szCs w:val="24"/>
        </w:rPr>
        <w:t>радова у тематским зборницима међународног и националног значаја</w:t>
      </w:r>
    </w:p>
    <w:p w:rsidR="005D0512" w:rsidRPr="005E68AD" w:rsidRDefault="00734B9C" w:rsidP="005D05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учествовао</w:t>
      </w:r>
      <w:r w:rsidR="00D95D7B">
        <w:rPr>
          <w:rFonts w:ascii="Times New Roman" w:hAnsi="Times New Roman" w:cs="Times New Roman"/>
          <w:sz w:val="24"/>
          <w:szCs w:val="24"/>
        </w:rPr>
        <w:t xml:space="preserve"> је у раду 19</w:t>
      </w:r>
      <w:r w:rsidR="005D0512" w:rsidRPr="005E68AD">
        <w:rPr>
          <w:rFonts w:ascii="Times New Roman" w:hAnsi="Times New Roman" w:cs="Times New Roman"/>
          <w:sz w:val="24"/>
          <w:szCs w:val="24"/>
        </w:rPr>
        <w:t xml:space="preserve"> научних скупова у земљи и иностранству</w:t>
      </w:r>
    </w:p>
    <w:p w:rsidR="00D95D7B" w:rsidRPr="00D95D7B" w:rsidRDefault="005D0512" w:rsidP="00D95D7B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6. учествује у реализацији пројекта националаног значаја у истраживачком циклусу Министарства просвете, науке и технолошког развоја Републике Србије "</w:t>
      </w:r>
      <w:r w:rsidR="00D95D7B" w:rsidRPr="00D95D7B">
        <w:rPr>
          <w:rFonts w:ascii="Times New Roman" w:hAnsi="Times New Roman" w:cs="Times New Roman"/>
          <w:sz w:val="24"/>
          <w:szCs w:val="24"/>
        </w:rPr>
        <w:t>Модернизација Западног Балкана ев. бр. 177009“.</w:t>
      </w:r>
    </w:p>
    <w:p w:rsidR="00D95D7B" w:rsidRDefault="00D95D7B" w:rsidP="005D0512">
      <w:pPr>
        <w:rPr>
          <w:rFonts w:ascii="Times New Roman" w:hAnsi="Times New Roman" w:cs="Times New Roman"/>
          <w:i/>
          <w:sz w:val="24"/>
          <w:szCs w:val="24"/>
        </w:rPr>
      </w:pPr>
    </w:p>
    <w:p w:rsidR="005D0512" w:rsidRPr="00D95D7B" w:rsidRDefault="00D95D7B" w:rsidP="005D0512">
      <w:pPr>
        <w:rPr>
          <w:rFonts w:ascii="Times New Roman" w:hAnsi="Times New Roman" w:cs="Times New Roman"/>
          <w:sz w:val="24"/>
          <w:szCs w:val="24"/>
        </w:rPr>
      </w:pPr>
      <w:r w:rsidRPr="00D95D7B">
        <w:rPr>
          <w:rFonts w:ascii="Times New Roman" w:hAnsi="Times New Roman" w:cs="Times New Roman"/>
          <w:sz w:val="24"/>
          <w:szCs w:val="24"/>
        </w:rPr>
        <w:t xml:space="preserve"> </w:t>
      </w:r>
      <w:r w:rsidR="005D0512" w:rsidRPr="00D95D7B">
        <w:rPr>
          <w:rFonts w:ascii="Times New Roman" w:hAnsi="Times New Roman" w:cs="Times New Roman"/>
          <w:sz w:val="24"/>
          <w:szCs w:val="24"/>
        </w:rPr>
        <w:t xml:space="preserve">На основу горе наведеног, даје се </w:t>
      </w:r>
      <w:r w:rsidR="005D0512" w:rsidRPr="00D95D7B">
        <w:rPr>
          <w:rFonts w:ascii="Times New Roman" w:hAnsi="Times New Roman" w:cs="Times New Roman"/>
          <w:b/>
          <w:sz w:val="24"/>
          <w:szCs w:val="24"/>
        </w:rPr>
        <w:t>позитивна оцена</w:t>
      </w:r>
      <w:r w:rsidR="005D0512" w:rsidRPr="00D95D7B">
        <w:rPr>
          <w:rFonts w:ascii="Times New Roman" w:hAnsi="Times New Roman" w:cs="Times New Roman"/>
          <w:sz w:val="24"/>
          <w:szCs w:val="24"/>
        </w:rPr>
        <w:t xml:space="preserve"> за резултате научног и истраживачког рада др </w:t>
      </w:r>
      <w:r>
        <w:rPr>
          <w:rFonts w:ascii="Times New Roman" w:hAnsi="Times New Roman" w:cs="Times New Roman"/>
          <w:sz w:val="24"/>
          <w:szCs w:val="24"/>
        </w:rPr>
        <w:t>Милоша Ђорђевића</w:t>
      </w:r>
      <w:r w:rsidR="005D0512" w:rsidRPr="00D95D7B">
        <w:rPr>
          <w:rFonts w:ascii="Times New Roman" w:hAnsi="Times New Roman" w:cs="Times New Roman"/>
          <w:sz w:val="24"/>
          <w:szCs w:val="24"/>
        </w:rPr>
        <w:t xml:space="preserve">, кандидата за избор у звање </w:t>
      </w:r>
      <w:r w:rsidR="005D0512" w:rsidRPr="00D95D7B">
        <w:rPr>
          <w:rFonts w:ascii="Times New Roman" w:hAnsi="Times New Roman" w:cs="Times New Roman"/>
          <w:i/>
          <w:sz w:val="24"/>
          <w:szCs w:val="24"/>
        </w:rPr>
        <w:t>ванредни професор</w:t>
      </w:r>
      <w:r w:rsidR="005D0512" w:rsidRPr="00D95D7B">
        <w:rPr>
          <w:rFonts w:ascii="Times New Roman" w:hAnsi="Times New Roman" w:cs="Times New Roman"/>
          <w:sz w:val="24"/>
          <w:szCs w:val="24"/>
        </w:rPr>
        <w:t xml:space="preserve"> за ужу научну област Историја (</w:t>
      </w:r>
      <w:r w:rsidRPr="00D95D7B">
        <w:rPr>
          <w:rFonts w:ascii="Times New Roman" w:hAnsi="Times New Roman" w:cs="Times New Roman"/>
          <w:i/>
          <w:sz w:val="24"/>
          <w:szCs w:val="24"/>
        </w:rPr>
        <w:t>Општа историја од 1492. до 1650. године и Општа историја од 1650. до 1789. године</w:t>
      </w:r>
      <w:r w:rsidR="005D0512" w:rsidRPr="00D95D7B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У Нишу,</w:t>
      </w:r>
    </w:p>
    <w:p w:rsidR="005D0512" w:rsidRPr="005E68AD" w:rsidRDefault="00D95D7B" w:rsidP="005D05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5D0512" w:rsidRPr="005E68A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јануара 2019</w:t>
      </w:r>
      <w:r w:rsidR="005D0512" w:rsidRPr="005E68AD">
        <w:rPr>
          <w:rFonts w:ascii="Times New Roman" w:hAnsi="Times New Roman" w:cs="Times New Roman"/>
          <w:sz w:val="24"/>
          <w:szCs w:val="24"/>
        </w:rPr>
        <w:t>. године</w:t>
      </w:r>
    </w:p>
    <w:p w:rsidR="005D0512" w:rsidRPr="005E68AD" w:rsidRDefault="00D95D7B" w:rsidP="005D05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Управник</w:t>
      </w:r>
      <w:r w:rsidR="005D0512" w:rsidRPr="005E68AD">
        <w:rPr>
          <w:rFonts w:ascii="Times New Roman" w:hAnsi="Times New Roman" w:cs="Times New Roman"/>
          <w:sz w:val="24"/>
          <w:szCs w:val="24"/>
        </w:rPr>
        <w:t xml:space="preserve"> Департмана за историју</w:t>
      </w:r>
    </w:p>
    <w:p w:rsidR="005D0512" w:rsidRPr="00D95D7B" w:rsidRDefault="005D0512" w:rsidP="005D0512">
      <w:pPr>
        <w:jc w:val="right"/>
        <w:rPr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проф. др </w:t>
      </w:r>
      <w:r w:rsidR="00D95D7B">
        <w:rPr>
          <w:rFonts w:ascii="Times New Roman" w:hAnsi="Times New Roman" w:cs="Times New Roman"/>
          <w:sz w:val="24"/>
          <w:szCs w:val="24"/>
        </w:rPr>
        <w:t>Ирена Љубомировић</w:t>
      </w:r>
    </w:p>
    <w:p w:rsidR="005D0512" w:rsidRDefault="005D0512" w:rsidP="005D0512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 w:rsidR="005D0512" w:rsidRDefault="005D0512" w:rsidP="005D051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lastRenderedPageBreak/>
        <w:t>ИЗБОРНОМ ВЕЋУ</w:t>
      </w: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:rsidR="005D0512" w:rsidRPr="005E68AD" w:rsidRDefault="005D0512" w:rsidP="005D05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8AD">
        <w:rPr>
          <w:rFonts w:ascii="Times New Roman" w:hAnsi="Times New Roman" w:cs="Times New Roman"/>
          <w:b/>
          <w:sz w:val="24"/>
          <w:szCs w:val="24"/>
        </w:rPr>
        <w:t>ОЦЕНА АНГАЖОВАЊА КАДНИДАТА У РАЗВОЈУ НАСТАВЕ И РАЗВОЈУ ДРУГИХ ДЕЛАТНОСТИ ВИСОКОШКОЛСКЕ УСТАНОВЕ</w:t>
      </w: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Др </w:t>
      </w:r>
      <w:r w:rsidR="00734B9C">
        <w:rPr>
          <w:rFonts w:ascii="Times New Roman" w:hAnsi="Times New Roman" w:cs="Times New Roman"/>
          <w:sz w:val="24"/>
          <w:szCs w:val="24"/>
        </w:rPr>
        <w:t xml:space="preserve">Милош Ђорђевић </w:t>
      </w:r>
      <w:r w:rsidRPr="005E68AD">
        <w:rPr>
          <w:rFonts w:ascii="Times New Roman" w:hAnsi="Times New Roman" w:cs="Times New Roman"/>
          <w:sz w:val="24"/>
          <w:szCs w:val="24"/>
        </w:rPr>
        <w:t>је постигла запажене резултате у унапређењу и развоју наставе на Департману за историју, као и у реализацији одређених научних и стручних активности:</w:t>
      </w:r>
    </w:p>
    <w:p w:rsidR="00712916" w:rsidRPr="00F44FA2" w:rsidRDefault="005D0512" w:rsidP="005D0512">
      <w:pPr>
        <w:rPr>
          <w:rFonts w:ascii="Times New Roman" w:hAnsi="Times New Roman" w:cs="Times New Roman"/>
          <w:sz w:val="24"/>
          <w:szCs w:val="24"/>
          <w:lang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1. </w:t>
      </w:r>
      <w:r w:rsidR="00712916">
        <w:rPr>
          <w:rFonts w:ascii="Times New Roman" w:hAnsi="Times New Roman" w:cs="Times New Roman"/>
          <w:sz w:val="24"/>
          <w:szCs w:val="24"/>
        </w:rPr>
        <w:t xml:space="preserve">Од 2007.до 2009. године је сарадник у настави; од 2009. до 2014. године је асистент на предметима </w:t>
      </w:r>
      <w:r w:rsidR="00712916" w:rsidRPr="00712916">
        <w:rPr>
          <w:rFonts w:ascii="Times New Roman" w:hAnsi="Times New Roman" w:cs="Times New Roman"/>
          <w:sz w:val="24"/>
          <w:szCs w:val="24"/>
        </w:rPr>
        <w:t>Општа историја (1492-1650), Општа историја (1650-1789), Историја Срба (1459-1606), Историја Срба (1606-1800)</w:t>
      </w:r>
      <w:r w:rsidR="00F44FA2">
        <w:rPr>
          <w:rFonts w:ascii="Times New Roman" w:hAnsi="Times New Roman" w:cs="Times New Roman"/>
          <w:sz w:val="24"/>
          <w:szCs w:val="24"/>
        </w:rPr>
        <w:t>; од 2014. до 2019. је доцент</w:t>
      </w:r>
      <w:r w:rsidR="00F44FA2">
        <w:rPr>
          <w:rFonts w:ascii="Times New Roman" w:hAnsi="Times New Roman" w:cs="Times New Roman"/>
          <w:sz w:val="24"/>
          <w:szCs w:val="24"/>
          <w:lang/>
        </w:rPr>
        <w:t xml:space="preserve"> и предаје предмете:</w:t>
      </w:r>
      <w:r w:rsidR="00F44FA2" w:rsidRPr="00F44FA2">
        <w:rPr>
          <w:lang/>
        </w:rPr>
        <w:t xml:space="preserve"> </w:t>
      </w:r>
      <w:r w:rsidR="00F44FA2" w:rsidRPr="00F44FA2">
        <w:rPr>
          <w:rFonts w:ascii="Times New Roman" w:hAnsi="Times New Roman" w:cs="Times New Roman"/>
          <w:sz w:val="24"/>
          <w:szCs w:val="24"/>
          <w:lang/>
        </w:rPr>
        <w:t xml:space="preserve">Општу историју (1492-1650), Општу историју (1650-1789), Историју Срба (1459-1606), Историју Срба (1606-1800), Увод у историјске студије са методологијом </w:t>
      </w:r>
      <w:r w:rsidR="00F44FA2" w:rsidRPr="00F44FA2">
        <w:rPr>
          <w:rFonts w:ascii="Times New Roman" w:hAnsi="Times New Roman" w:cs="Times New Roman"/>
          <w:sz w:val="24"/>
          <w:szCs w:val="24"/>
          <w:lang/>
        </w:rPr>
        <w:t>I</w:t>
      </w:r>
      <w:r w:rsidR="00F44FA2" w:rsidRPr="00F44FA2">
        <w:rPr>
          <w:rFonts w:ascii="Times New Roman" w:hAnsi="Times New Roman" w:cs="Times New Roman"/>
          <w:sz w:val="24"/>
          <w:szCs w:val="24"/>
          <w:lang/>
        </w:rPr>
        <w:t xml:space="preserve"> и </w:t>
      </w:r>
      <w:r w:rsidR="00F44FA2" w:rsidRPr="00F44FA2">
        <w:rPr>
          <w:rFonts w:ascii="Times New Roman" w:hAnsi="Times New Roman" w:cs="Times New Roman"/>
          <w:sz w:val="24"/>
          <w:szCs w:val="24"/>
          <w:lang/>
        </w:rPr>
        <w:t>II</w:t>
      </w:r>
      <w:r w:rsidR="00F44FA2" w:rsidRPr="00F44FA2">
        <w:rPr>
          <w:rFonts w:ascii="Times New Roman" w:hAnsi="Times New Roman" w:cs="Times New Roman"/>
          <w:sz w:val="24"/>
          <w:szCs w:val="24"/>
          <w:lang/>
        </w:rPr>
        <w:t xml:space="preserve"> (до школске 2018/2019. године); Мастер академске студије: Дипломатски и друштвени односи у Европи модерног доба, Балкан у позном средњем веку, 12-16. век, Политички, друштвени и културни живот Срба у модерно доба</w:t>
      </w:r>
      <w:r w:rsidR="00F44FA2" w:rsidRPr="00F44FA2">
        <w:rPr>
          <w:rFonts w:ascii="Times New Roman" w:hAnsi="Times New Roman" w:cs="Times New Roman"/>
          <w:sz w:val="24"/>
          <w:szCs w:val="24"/>
          <w:lang/>
        </w:rPr>
        <w:t xml:space="preserve">; </w:t>
      </w:r>
      <w:r w:rsidR="00F44FA2" w:rsidRPr="00F44FA2">
        <w:rPr>
          <w:rFonts w:ascii="Times New Roman" w:hAnsi="Times New Roman" w:cs="Times New Roman"/>
          <w:sz w:val="24"/>
          <w:szCs w:val="24"/>
          <w:lang/>
        </w:rPr>
        <w:t>Докторске академске студије: Техника научног рада са архивистиком, Историја Срба у новом веку, Насеља и становништво српских земаља у 15. и 16. веку, Сеобе Срба</w:t>
      </w:r>
      <w:r w:rsidR="00F44FA2">
        <w:rPr>
          <w:rFonts w:ascii="Times New Roman" w:hAnsi="Times New Roman" w:cs="Times New Roman"/>
          <w:sz w:val="24"/>
          <w:szCs w:val="24"/>
          <w:lang/>
        </w:rPr>
        <w:t>.</w:t>
      </w:r>
    </w:p>
    <w:p w:rsidR="005D0512" w:rsidRPr="00F44FA2" w:rsidRDefault="00712916" w:rsidP="005D0512">
      <w:pPr>
        <w:rPr>
          <w:rFonts w:ascii="Times New Roman" w:hAnsi="Times New Roman" w:cs="Times New Roman"/>
          <w:sz w:val="24"/>
          <w:szCs w:val="24"/>
          <w:lang/>
        </w:rPr>
      </w:pPr>
      <w:r w:rsidRPr="00F44FA2">
        <w:rPr>
          <w:rFonts w:ascii="Times New Roman" w:hAnsi="Times New Roman" w:cs="Times New Roman"/>
          <w:sz w:val="24"/>
          <w:szCs w:val="24"/>
          <w:lang/>
        </w:rPr>
        <w:t xml:space="preserve">2. члан је Изборног и </w:t>
      </w:r>
      <w:r w:rsidR="005D0512" w:rsidRPr="00F44FA2">
        <w:rPr>
          <w:rFonts w:ascii="Times New Roman" w:hAnsi="Times New Roman" w:cs="Times New Roman"/>
          <w:sz w:val="24"/>
          <w:szCs w:val="24"/>
          <w:lang/>
        </w:rPr>
        <w:t>Научно -</w:t>
      </w:r>
      <w:r w:rsidRPr="00F44FA2">
        <w:rPr>
          <w:rFonts w:ascii="Times New Roman" w:hAnsi="Times New Roman" w:cs="Times New Roman"/>
          <w:sz w:val="24"/>
          <w:szCs w:val="24"/>
          <w:lang/>
        </w:rPr>
        <w:t xml:space="preserve"> наставног већа и шеф Промо тима на Филозофском факултету у Нишу од 2017. године.</w:t>
      </w:r>
      <w:r w:rsidR="005D0512" w:rsidRPr="00F44FA2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5D0512" w:rsidRDefault="00712916" w:rsidP="00712916">
      <w:pPr>
        <w:spacing w:before="120" w:after="120"/>
        <w:rPr>
          <w:rFonts w:ascii="Times New Roman" w:hAnsi="Times New Roman" w:cs="Times New Roman"/>
          <w:sz w:val="24"/>
          <w:szCs w:val="24"/>
          <w:lang w:val="sr-Cyrl-CS"/>
        </w:rPr>
      </w:pPr>
      <w:r w:rsidRPr="00F44FA2">
        <w:rPr>
          <w:rFonts w:ascii="Times New Roman" w:hAnsi="Times New Roman" w:cs="Times New Roman"/>
          <w:sz w:val="24"/>
          <w:szCs w:val="24"/>
          <w:lang/>
        </w:rPr>
        <w:t>3</w:t>
      </w:r>
      <w:r w:rsidR="005D0512" w:rsidRPr="00F44FA2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712916">
        <w:rPr>
          <w:rFonts w:ascii="Times New Roman" w:hAnsi="Times New Roman" w:cs="Times New Roman"/>
          <w:bCs/>
          <w:sz w:val="24"/>
          <w:szCs w:val="24"/>
          <w:lang w:val="sr-Cyrl-CS"/>
        </w:rPr>
        <w:t>Именован за председника комисије за спровођење пријемног испита на Департману за историју Филозофског факултета у Нишу, јун-септембар 2018. године.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 учествовао</w:t>
      </w:r>
      <w:r w:rsidR="005D0512" w:rsidRPr="00712916">
        <w:rPr>
          <w:rFonts w:ascii="Times New Roman" w:hAnsi="Times New Roman" w:cs="Times New Roman"/>
          <w:sz w:val="24"/>
          <w:szCs w:val="24"/>
          <w:lang w:val="sr-Cyrl-CS"/>
        </w:rPr>
        <w:t xml:space="preserve"> је у комисијама за припрему и реализацију пријемних испита на основним, мастер и докторским студијама</w:t>
      </w:r>
      <w:r w:rsidR="00E936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9362B" w:rsidRPr="00712916" w:rsidRDefault="00E9362B" w:rsidP="00E9362B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9362B">
        <w:rPr>
          <w:rFonts w:ascii="Times New Roman" w:hAnsi="Times New Roman" w:cs="Times New Roman"/>
          <w:bCs/>
          <w:sz w:val="24"/>
          <w:szCs w:val="24"/>
          <w:lang w:val="sr-Cyrl-CS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E9362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E9362B">
        <w:rPr>
          <w:rFonts w:ascii="Times New Roman" w:hAnsi="Times New Roman" w:cs="Times New Roman"/>
          <w:bCs/>
          <w:sz w:val="24"/>
          <w:szCs w:val="24"/>
          <w:lang w:val="sr-Cyrl-CS"/>
        </w:rPr>
        <w:t>Учествовао у припреми материјала за акредитацију студијских програма на свим нивоима студија на Департману за историју Филозофског факултета у Нишу</w:t>
      </w:r>
    </w:p>
    <w:p w:rsidR="00712916" w:rsidRDefault="00E9362B" w:rsidP="00C52DA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D0512" w:rsidRPr="005E68AD">
        <w:rPr>
          <w:rFonts w:ascii="Times New Roman" w:hAnsi="Times New Roman" w:cs="Times New Roman"/>
          <w:sz w:val="24"/>
          <w:szCs w:val="24"/>
        </w:rPr>
        <w:t xml:space="preserve">. </w:t>
      </w:r>
      <w:r w:rsidR="00712916">
        <w:rPr>
          <w:rFonts w:ascii="Times New Roman" w:hAnsi="Times New Roman" w:cs="Times New Roman"/>
          <w:sz w:val="24"/>
          <w:szCs w:val="24"/>
        </w:rPr>
        <w:t xml:space="preserve">Од 2016. године </w:t>
      </w:r>
      <w:r w:rsidR="005D0512" w:rsidRPr="005E68AD">
        <w:rPr>
          <w:rFonts w:ascii="Times New Roman" w:hAnsi="Times New Roman" w:cs="Times New Roman"/>
          <w:sz w:val="24"/>
          <w:szCs w:val="24"/>
        </w:rPr>
        <w:t xml:space="preserve">члан је </w:t>
      </w:r>
      <w:r w:rsidR="00712916" w:rsidRPr="00712916">
        <w:rPr>
          <w:rFonts w:ascii="Times New Roman" w:hAnsi="Times New Roman" w:cs="Times New Roman"/>
          <w:sz w:val="24"/>
          <w:szCs w:val="24"/>
        </w:rPr>
        <w:t>Society for 18th Century Studies on South Eastern Europe (Graz)</w:t>
      </w:r>
    </w:p>
    <w:p w:rsidR="00C52DAB" w:rsidRPr="00C52DAB" w:rsidRDefault="00C52DAB" w:rsidP="00C52DAB">
      <w:pPr>
        <w:rPr>
          <w:rFonts w:ascii="Times New Roman" w:hAnsi="Times New Roman" w:cs="Times New Roman"/>
          <w:sz w:val="24"/>
          <w:szCs w:val="24"/>
          <w:lang/>
        </w:rPr>
      </w:pPr>
    </w:p>
    <w:p w:rsidR="005D0512" w:rsidRPr="00C52DAB" w:rsidRDefault="005D0512" w:rsidP="00712916">
      <w:pPr>
        <w:spacing w:after="120"/>
        <w:rPr>
          <w:rFonts w:ascii="Times New Roman" w:hAnsi="Times New Roman" w:cs="Times New Roman"/>
          <w:sz w:val="24"/>
          <w:szCs w:val="24"/>
          <w:lang/>
        </w:rPr>
      </w:pPr>
      <w:r w:rsidRPr="00C52DAB">
        <w:rPr>
          <w:rFonts w:ascii="Times New Roman" w:hAnsi="Times New Roman" w:cs="Times New Roman"/>
          <w:sz w:val="24"/>
          <w:szCs w:val="24"/>
          <w:lang/>
        </w:rPr>
        <w:t xml:space="preserve">Уважавајући претходно изреченено, предлаже се Изборном већу Филозофског факултета у Нишу да </w:t>
      </w:r>
      <w:r w:rsidRPr="00C52DAB">
        <w:rPr>
          <w:rFonts w:ascii="Times New Roman" w:hAnsi="Times New Roman" w:cs="Times New Roman"/>
          <w:b/>
          <w:sz w:val="24"/>
          <w:szCs w:val="24"/>
          <w:lang/>
        </w:rPr>
        <w:t>позитивно оцени</w:t>
      </w:r>
      <w:r w:rsidRPr="00C52DAB">
        <w:rPr>
          <w:rFonts w:ascii="Times New Roman" w:hAnsi="Times New Roman" w:cs="Times New Roman"/>
          <w:sz w:val="24"/>
          <w:szCs w:val="24"/>
          <w:lang/>
        </w:rPr>
        <w:t xml:space="preserve"> ангажовање др</w:t>
      </w:r>
      <w:r w:rsidR="00712916" w:rsidRPr="00C52DAB">
        <w:rPr>
          <w:rFonts w:ascii="Times New Roman" w:hAnsi="Times New Roman" w:cs="Times New Roman"/>
          <w:sz w:val="24"/>
          <w:szCs w:val="24"/>
          <w:lang/>
        </w:rPr>
        <w:t xml:space="preserve"> Милоша Ђорђевића </w:t>
      </w:r>
      <w:r w:rsidRPr="00C52DAB">
        <w:rPr>
          <w:rFonts w:ascii="Times New Roman" w:hAnsi="Times New Roman" w:cs="Times New Roman"/>
          <w:sz w:val="24"/>
          <w:szCs w:val="24"/>
          <w:lang/>
        </w:rPr>
        <w:t xml:space="preserve">, кандидата за избор у звање </w:t>
      </w:r>
      <w:r w:rsidRPr="00C52DAB">
        <w:rPr>
          <w:rFonts w:ascii="Times New Roman" w:hAnsi="Times New Roman" w:cs="Times New Roman"/>
          <w:i/>
          <w:sz w:val="24"/>
          <w:szCs w:val="24"/>
          <w:lang/>
        </w:rPr>
        <w:t>ванредни професор</w:t>
      </w:r>
      <w:r w:rsidRPr="00C52DAB">
        <w:rPr>
          <w:rFonts w:ascii="Times New Roman" w:hAnsi="Times New Roman" w:cs="Times New Roman"/>
          <w:sz w:val="24"/>
          <w:szCs w:val="24"/>
          <w:lang/>
        </w:rPr>
        <w:t xml:space="preserve"> за ужу научну област Историја (</w:t>
      </w:r>
      <w:r w:rsidR="00712916" w:rsidRPr="00C52DAB">
        <w:rPr>
          <w:rFonts w:ascii="Times New Roman" w:hAnsi="Times New Roman" w:cs="Times New Roman"/>
          <w:i/>
          <w:sz w:val="24"/>
          <w:szCs w:val="24"/>
          <w:lang/>
        </w:rPr>
        <w:t>Општа историја од 1492. до 1650. године и Општа историја од 1650. до 1789. године</w:t>
      </w:r>
      <w:r w:rsidRPr="00C52DAB">
        <w:rPr>
          <w:rFonts w:ascii="Times New Roman" w:hAnsi="Times New Roman" w:cs="Times New Roman"/>
          <w:sz w:val="24"/>
          <w:szCs w:val="24"/>
          <w:lang/>
        </w:rPr>
        <w:t xml:space="preserve">). </w:t>
      </w: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lastRenderedPageBreak/>
        <w:t>У Нишу,</w:t>
      </w:r>
    </w:p>
    <w:p w:rsidR="005D0512" w:rsidRPr="005E68AD" w:rsidRDefault="00712916" w:rsidP="005D05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5D0512" w:rsidRPr="005E68A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јануара 2019</w:t>
      </w:r>
      <w:r w:rsidR="005D0512" w:rsidRPr="005E68AD">
        <w:rPr>
          <w:rFonts w:ascii="Times New Roman" w:hAnsi="Times New Roman" w:cs="Times New Roman"/>
          <w:sz w:val="24"/>
          <w:szCs w:val="24"/>
        </w:rPr>
        <w:t>. године                                      Управн</w:t>
      </w:r>
      <w:r>
        <w:rPr>
          <w:rFonts w:ascii="Times New Roman" w:hAnsi="Times New Roman" w:cs="Times New Roman"/>
          <w:sz w:val="24"/>
          <w:szCs w:val="24"/>
        </w:rPr>
        <w:t>ик</w:t>
      </w:r>
      <w:r w:rsidR="005D0512" w:rsidRPr="005E68AD">
        <w:rPr>
          <w:rFonts w:ascii="Times New Roman" w:hAnsi="Times New Roman" w:cs="Times New Roman"/>
          <w:sz w:val="24"/>
          <w:szCs w:val="24"/>
        </w:rPr>
        <w:t xml:space="preserve"> Департмана за историју</w:t>
      </w:r>
    </w:p>
    <w:p w:rsidR="005D0512" w:rsidRPr="00712916" w:rsidRDefault="005D0512" w:rsidP="005D0512">
      <w:pPr>
        <w:jc w:val="right"/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проф. др </w:t>
      </w:r>
      <w:r w:rsidR="00712916">
        <w:rPr>
          <w:rFonts w:ascii="Times New Roman" w:hAnsi="Times New Roman" w:cs="Times New Roman"/>
          <w:sz w:val="24"/>
          <w:szCs w:val="24"/>
        </w:rPr>
        <w:t>Ирена Љубомировић</w:t>
      </w:r>
    </w:p>
    <w:p w:rsidR="005D0512" w:rsidRDefault="005D0512" w:rsidP="005D0512">
      <w:pPr>
        <w:jc w:val="right"/>
        <w:rPr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D0512" w:rsidRDefault="005D0512" w:rsidP="005D051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lastRenderedPageBreak/>
        <w:t>ИЗБОРНИМ ВЕЋУ</w:t>
      </w:r>
    </w:p>
    <w:p w:rsidR="005D0512" w:rsidRPr="002263C5" w:rsidRDefault="005D0512" w:rsidP="005D0512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:rsidR="005D0512" w:rsidRPr="002263C5" w:rsidRDefault="005D0512" w:rsidP="005D05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8AD">
        <w:rPr>
          <w:rFonts w:ascii="Times New Roman" w:hAnsi="Times New Roman" w:cs="Times New Roman"/>
          <w:b/>
          <w:sz w:val="24"/>
          <w:szCs w:val="24"/>
        </w:rPr>
        <w:t>ОЦЕНА РЕЗУЛТАТА ПЕДАГОШКОГ РАДА КАНДИДАТА</w:t>
      </w: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Др </w:t>
      </w:r>
      <w:r w:rsidR="00EC60E6">
        <w:rPr>
          <w:rFonts w:ascii="Times New Roman" w:hAnsi="Times New Roman" w:cs="Times New Roman"/>
          <w:sz w:val="24"/>
          <w:szCs w:val="24"/>
        </w:rPr>
        <w:t xml:space="preserve">Милош Ђорђевић </w:t>
      </w:r>
      <w:r w:rsidRPr="005E68AD">
        <w:rPr>
          <w:rFonts w:ascii="Times New Roman" w:hAnsi="Times New Roman" w:cs="Times New Roman"/>
          <w:sz w:val="24"/>
          <w:szCs w:val="24"/>
        </w:rPr>
        <w:t>своју професионалну каријеру обавља на Фило</w:t>
      </w:r>
      <w:r w:rsidR="00EC60E6">
        <w:rPr>
          <w:rFonts w:ascii="Times New Roman" w:hAnsi="Times New Roman" w:cs="Times New Roman"/>
          <w:sz w:val="24"/>
          <w:szCs w:val="24"/>
        </w:rPr>
        <w:t>зофском факултету у Нишу од 2007</w:t>
      </w:r>
      <w:r w:rsidRPr="005E68AD">
        <w:rPr>
          <w:rFonts w:ascii="Times New Roman" w:hAnsi="Times New Roman" w:cs="Times New Roman"/>
          <w:sz w:val="24"/>
          <w:szCs w:val="24"/>
        </w:rPr>
        <w:t xml:space="preserve">. до </w:t>
      </w:r>
      <w:r w:rsidR="00EC60E6">
        <w:rPr>
          <w:rFonts w:ascii="Times New Roman" w:hAnsi="Times New Roman" w:cs="Times New Roman"/>
          <w:sz w:val="24"/>
          <w:szCs w:val="24"/>
        </w:rPr>
        <w:t>2009</w:t>
      </w:r>
      <w:r w:rsidRPr="005E68AD">
        <w:rPr>
          <w:rFonts w:ascii="Times New Roman" w:hAnsi="Times New Roman" w:cs="Times New Roman"/>
          <w:sz w:val="24"/>
          <w:szCs w:val="24"/>
        </w:rPr>
        <w:t xml:space="preserve">. године као </w:t>
      </w:r>
      <w:r w:rsidR="00EC60E6">
        <w:rPr>
          <w:rFonts w:ascii="Times New Roman" w:hAnsi="Times New Roman" w:cs="Times New Roman"/>
          <w:sz w:val="24"/>
          <w:szCs w:val="24"/>
        </w:rPr>
        <w:t>сарадник у настави, а од 2014</w:t>
      </w:r>
      <w:r w:rsidRPr="005E68AD">
        <w:rPr>
          <w:rFonts w:ascii="Times New Roman" w:hAnsi="Times New Roman" w:cs="Times New Roman"/>
          <w:sz w:val="24"/>
          <w:szCs w:val="24"/>
        </w:rPr>
        <w:t>.</w:t>
      </w:r>
      <w:r w:rsidR="00EC60E6">
        <w:rPr>
          <w:rFonts w:ascii="Times New Roman" w:hAnsi="Times New Roman" w:cs="Times New Roman"/>
          <w:sz w:val="24"/>
          <w:szCs w:val="24"/>
        </w:rPr>
        <w:t xml:space="preserve"> до 2019. </w:t>
      </w:r>
      <w:r w:rsidRPr="005E68AD">
        <w:rPr>
          <w:rFonts w:ascii="Times New Roman" w:hAnsi="Times New Roman" w:cs="Times New Roman"/>
          <w:sz w:val="24"/>
          <w:szCs w:val="24"/>
        </w:rPr>
        <w:t xml:space="preserve"> као </w:t>
      </w:r>
      <w:r w:rsidR="00EC60E6">
        <w:rPr>
          <w:rFonts w:ascii="Times New Roman" w:hAnsi="Times New Roman" w:cs="Times New Roman"/>
          <w:sz w:val="24"/>
          <w:szCs w:val="24"/>
        </w:rPr>
        <w:t xml:space="preserve">асистент и од 2014. до 2019. године као доцент </w:t>
      </w:r>
      <w:r w:rsidRPr="005E68AD">
        <w:rPr>
          <w:rFonts w:ascii="Times New Roman" w:hAnsi="Times New Roman" w:cs="Times New Roman"/>
          <w:sz w:val="24"/>
          <w:szCs w:val="24"/>
        </w:rPr>
        <w:t>на Департману за историју.</w:t>
      </w:r>
    </w:p>
    <w:p w:rsidR="005D0512" w:rsidRDefault="005D0512" w:rsidP="00EC60E6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Одлуком ННВ Филозофског факултета</w:t>
      </w:r>
      <w:r w:rsidR="00EC60E6">
        <w:rPr>
          <w:rFonts w:ascii="Times New Roman" w:hAnsi="Times New Roman" w:cs="Times New Roman"/>
          <w:sz w:val="24"/>
          <w:szCs w:val="24"/>
        </w:rPr>
        <w:t xml:space="preserve"> од 23.11.2016. године именован</w:t>
      </w:r>
      <w:r w:rsidRPr="005E68AD">
        <w:rPr>
          <w:rFonts w:ascii="Times New Roman" w:hAnsi="Times New Roman" w:cs="Times New Roman"/>
          <w:sz w:val="24"/>
          <w:szCs w:val="24"/>
        </w:rPr>
        <w:t xml:space="preserve"> је за члана комисије за признавање испита студентима са међународне размене.</w:t>
      </w:r>
    </w:p>
    <w:p w:rsidR="00EC60E6" w:rsidRDefault="00EC60E6" w:rsidP="00EC60E6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916">
        <w:rPr>
          <w:rFonts w:ascii="Times New Roman" w:hAnsi="Times New Roman" w:cs="Times New Roman"/>
          <w:bCs/>
          <w:sz w:val="24"/>
          <w:szCs w:val="24"/>
          <w:lang w:val="sr-Cyrl-CS"/>
        </w:rPr>
        <w:t>У оквиру програма Еразмус плус мобилности студената, учествовао у спровођењу испита за студенте мастер и докторских студија из Француске и Чешке Републике на Департману за историју Филозофског факултета у Нишу.</w:t>
      </w:r>
    </w:p>
    <w:p w:rsidR="00E9362B" w:rsidRPr="00E9362B" w:rsidRDefault="00E9362B" w:rsidP="00E9362B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9362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Учествовао у припремној настави и изради тестова за пријемни испит на основним и мастер студијама на Департману за историју Филозофског факултета у Нишу.</w:t>
      </w:r>
    </w:p>
    <w:p w:rsidR="00EC60E6" w:rsidRPr="00F44FA2" w:rsidRDefault="00EC60E6" w:rsidP="00EC60E6">
      <w:pPr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0512" w:rsidRPr="00166E1A" w:rsidRDefault="005D0512" w:rsidP="005D051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EC60E6">
        <w:rPr>
          <w:rFonts w:ascii="Times New Roman" w:hAnsi="Times New Roman" w:cs="Times New Roman"/>
          <w:sz w:val="24"/>
          <w:szCs w:val="24"/>
          <w:lang w:val="sr-Cyrl-CS"/>
        </w:rPr>
        <w:t xml:space="preserve">Милош Ђорђевић 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>савесно и успешно изводи наставу</w:t>
      </w:r>
      <w:r w:rsidR="00EC60E6">
        <w:rPr>
          <w:rFonts w:ascii="Times New Roman" w:hAnsi="Times New Roman" w:cs="Times New Roman"/>
          <w:sz w:val="24"/>
          <w:szCs w:val="24"/>
          <w:lang w:val="sr-Cyrl-CS"/>
        </w:rPr>
        <w:t xml:space="preserve"> на предметима за које је биран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 и ангажована:</w:t>
      </w:r>
    </w:p>
    <w:p w:rsidR="005D0512" w:rsidRPr="00166E1A" w:rsidRDefault="005D0512" w:rsidP="005D051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1. одговорно извршава радне обавезе,</w:t>
      </w:r>
    </w:p>
    <w:p w:rsidR="005D0512" w:rsidRPr="00166E1A" w:rsidRDefault="005D0512" w:rsidP="005D051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2. редовно обавља консултације са студентима.</w:t>
      </w:r>
    </w:p>
    <w:p w:rsidR="005D0512" w:rsidRPr="00166E1A" w:rsidRDefault="005D0512" w:rsidP="005D051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3. јасно, разумљиво и концизно излаже материју,</w:t>
      </w:r>
    </w:p>
    <w:p w:rsidR="005D0512" w:rsidRPr="00166E1A" w:rsidRDefault="005D0512" w:rsidP="005D051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4. подстиче студенте на активан однос у настави,</w:t>
      </w:r>
    </w:p>
    <w:p w:rsidR="005D0512" w:rsidRPr="00166E1A" w:rsidRDefault="005D0512" w:rsidP="005D051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5. примењује савремене наставне технологије.</w:t>
      </w:r>
    </w:p>
    <w:p w:rsidR="005D0512" w:rsidRPr="00166E1A" w:rsidRDefault="005D0512" w:rsidP="005D0512">
      <w:pPr>
        <w:spacing w:after="120"/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Сумирајући изнете чињенице, даје се </w:t>
      </w:r>
      <w:r w:rsidRPr="00166E1A">
        <w:rPr>
          <w:rFonts w:ascii="Times New Roman" w:hAnsi="Times New Roman" w:cs="Times New Roman"/>
          <w:b/>
          <w:sz w:val="24"/>
          <w:szCs w:val="24"/>
          <w:lang w:val="sr-Cyrl-CS"/>
        </w:rPr>
        <w:t>позитивна оцена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 за резултате педагошког рада др</w:t>
      </w:r>
      <w:r w:rsidR="00EC60E6">
        <w:rPr>
          <w:rFonts w:ascii="Times New Roman" w:hAnsi="Times New Roman" w:cs="Times New Roman"/>
          <w:sz w:val="24"/>
          <w:szCs w:val="24"/>
          <w:lang w:val="sr-Cyrl-CS"/>
        </w:rPr>
        <w:t xml:space="preserve"> Милоша Ђорђевића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,  кандидата за избор у звање </w:t>
      </w:r>
      <w:r w:rsidRPr="00166E1A">
        <w:rPr>
          <w:rFonts w:ascii="Times New Roman" w:hAnsi="Times New Roman" w:cs="Times New Roman"/>
          <w:i/>
          <w:sz w:val="24"/>
          <w:szCs w:val="24"/>
          <w:lang w:val="sr-Cyrl-CS"/>
        </w:rPr>
        <w:t>ванредни професор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 за ужу научну област Историја </w:t>
      </w:r>
      <w:r w:rsidRPr="00EC60E6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EC60E6" w:rsidRPr="00F44FA2">
        <w:rPr>
          <w:rFonts w:ascii="Times New Roman" w:hAnsi="Times New Roman" w:cs="Times New Roman"/>
          <w:i/>
          <w:sz w:val="24"/>
          <w:szCs w:val="24"/>
          <w:lang w:val="sr-Cyrl-CS"/>
        </w:rPr>
        <w:t>Општа историја од 1492. до 1650. године и Општа историја од 1650. до 1789. године</w:t>
      </w:r>
      <w:r w:rsidRPr="00EC60E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5D0512" w:rsidRPr="00166E1A" w:rsidRDefault="005D0512" w:rsidP="005D051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У Нишу,</w:t>
      </w:r>
    </w:p>
    <w:p w:rsidR="005D0512" w:rsidRPr="00166E1A" w:rsidRDefault="00EC60E6" w:rsidP="005D0512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5D0512"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јануара 2019</w:t>
      </w:r>
      <w:r w:rsidR="005D0512"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Управник</w:t>
      </w:r>
      <w:r w:rsidR="005D0512"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 Департмана за историју</w:t>
      </w:r>
    </w:p>
    <w:p w:rsidR="005D0512" w:rsidRPr="00166E1A" w:rsidRDefault="005D0512" w:rsidP="005D0512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</w:t>
      </w:r>
      <w:r w:rsidR="00EC60E6">
        <w:rPr>
          <w:rFonts w:ascii="Times New Roman" w:hAnsi="Times New Roman" w:cs="Times New Roman"/>
          <w:sz w:val="24"/>
          <w:szCs w:val="24"/>
          <w:lang w:val="sr-Cyrl-CS"/>
        </w:rPr>
        <w:t>Ирена Љубомировић</w:t>
      </w:r>
    </w:p>
    <w:p w:rsidR="00EC60E6" w:rsidRDefault="00EC60E6" w:rsidP="005D051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60E6" w:rsidRDefault="00EC60E6" w:rsidP="005D051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60E6" w:rsidRPr="00EC60E6" w:rsidRDefault="005D0512" w:rsidP="00EC60E6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ИЗБОРНОМ ВЕЋУ</w:t>
      </w:r>
    </w:p>
    <w:p w:rsidR="005D0512" w:rsidRPr="00166E1A" w:rsidRDefault="005D0512" w:rsidP="005D051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ФИЛОЗОФСКОГ ФАКУЛТЕТА У НИШУ</w:t>
      </w:r>
    </w:p>
    <w:p w:rsidR="005D0512" w:rsidRPr="00166E1A" w:rsidRDefault="005D0512" w:rsidP="005D0512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b/>
          <w:sz w:val="24"/>
          <w:szCs w:val="24"/>
          <w:lang w:val="sr-Cyrl-CS"/>
        </w:rPr>
        <w:t>ОЦЕНА РЕЗЛТАТА КОЈЕ ЈЕ КАНДИДАТ ПОСТИГАО У ОБЕЗБЕЂИВАЊУ НАЧНО-НАСТАВНОГ, ОДНОСНО УМЕТНИЧКО-НАСТАВНОГ  ПОДМЛАТКА НА ФАКУЛТЕТУ</w:t>
      </w:r>
    </w:p>
    <w:p w:rsidR="005D0512" w:rsidRPr="00166E1A" w:rsidRDefault="005D0512" w:rsidP="005D0512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D0512" w:rsidRPr="005D0512" w:rsidRDefault="005D0512" w:rsidP="005D051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5D0512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EC60E6">
        <w:rPr>
          <w:rFonts w:ascii="Times New Roman" w:hAnsi="Times New Roman" w:cs="Times New Roman"/>
          <w:sz w:val="24"/>
          <w:szCs w:val="24"/>
          <w:lang w:val="sr-Cyrl-CS"/>
        </w:rPr>
        <w:t xml:space="preserve">Милош Ђорђевић је </w:t>
      </w:r>
      <w:r w:rsidRPr="005D0512">
        <w:rPr>
          <w:rFonts w:ascii="Times New Roman" w:hAnsi="Times New Roman" w:cs="Times New Roman"/>
          <w:sz w:val="24"/>
          <w:szCs w:val="24"/>
          <w:lang w:val="sr-Cyrl-CS"/>
        </w:rPr>
        <w:t>у пер</w:t>
      </w:r>
      <w:r w:rsidR="00EC60E6">
        <w:rPr>
          <w:rFonts w:ascii="Times New Roman" w:hAnsi="Times New Roman" w:cs="Times New Roman"/>
          <w:sz w:val="24"/>
          <w:szCs w:val="24"/>
          <w:lang w:val="sr-Cyrl-CS"/>
        </w:rPr>
        <w:t>иоду од 2014. године остварио</w:t>
      </w:r>
      <w:r w:rsidRPr="005D0512">
        <w:rPr>
          <w:rFonts w:ascii="Times New Roman" w:hAnsi="Times New Roman" w:cs="Times New Roman"/>
          <w:sz w:val="24"/>
          <w:szCs w:val="24"/>
          <w:lang w:val="sr-Cyrl-CS"/>
        </w:rPr>
        <w:t xml:space="preserve"> је следеће резултате у обезбеђивању научно-наставног подмлатка на факултету:</w:t>
      </w:r>
    </w:p>
    <w:p w:rsidR="005D0512" w:rsidRPr="00EC60E6" w:rsidRDefault="005D0512" w:rsidP="005D051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60E6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Pr="00EC60E6">
        <w:rPr>
          <w:rFonts w:ascii="Times New Roman" w:hAnsi="Times New Roman" w:cs="Times New Roman"/>
          <w:sz w:val="24"/>
          <w:szCs w:val="24"/>
          <w:lang w:val="ru-RU"/>
        </w:rPr>
        <w:t>Ментор у изради мастер радова:</w:t>
      </w:r>
    </w:p>
    <w:p w:rsidR="00EC60E6" w:rsidRPr="00F44FA2" w:rsidRDefault="005D0512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60E6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EC60E6" w:rsidRPr="00F44F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ДУШАН ЂОРЂЕВИЋ</w:t>
      </w:r>
      <w:r w:rsidR="00EC60E6" w:rsidRPr="00F44FA2">
        <w:rPr>
          <w:rFonts w:ascii="Times New Roman" w:hAnsi="Times New Roman" w:cs="Times New Roman"/>
          <w:sz w:val="24"/>
          <w:szCs w:val="24"/>
          <w:lang w:val="ru-RU"/>
        </w:rPr>
        <w:t xml:space="preserve"> (мастер историчар), мастер академске студије 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sz w:val="24"/>
          <w:szCs w:val="24"/>
          <w:lang w:val="ru-RU"/>
        </w:rPr>
        <w:t>историје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sz w:val="24"/>
          <w:szCs w:val="24"/>
          <w:lang w:val="ru-RU"/>
        </w:rPr>
        <w:t>Одбрана мастер рада:21.09.2016.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sz w:val="24"/>
          <w:szCs w:val="24"/>
          <w:lang w:val="ru-RU"/>
        </w:rPr>
        <w:t xml:space="preserve">Тема мастер рада: </w:t>
      </w:r>
      <w:r w:rsidRPr="00F44FA2">
        <w:rPr>
          <w:rFonts w:ascii="Times New Roman" w:hAnsi="Times New Roman" w:cs="Times New Roman"/>
          <w:i/>
          <w:sz w:val="24"/>
          <w:szCs w:val="24"/>
          <w:lang w:val="ru-RU"/>
        </w:rPr>
        <w:t>Милешева, Соколовићи и обнова патријашије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sz w:val="24"/>
          <w:szCs w:val="24"/>
          <w:lang w:val="ru-RU"/>
        </w:rPr>
        <w:t>Комисија: Др Милош Ђорђевић (ментор), др Ема Миљковић, др Славиша Недељковић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515529410"/>
      <w:r w:rsidRPr="00F44FA2">
        <w:rPr>
          <w:rFonts w:ascii="Times New Roman" w:hAnsi="Times New Roman" w:cs="Times New Roman"/>
          <w:b/>
          <w:sz w:val="24"/>
          <w:szCs w:val="24"/>
          <w:lang w:val="ru-RU"/>
        </w:rPr>
        <w:t>НИКОЛА СТАНИМИРОВИЋ</w:t>
      </w:r>
      <w:r w:rsidRPr="00F44FA2">
        <w:rPr>
          <w:rFonts w:ascii="Times New Roman" w:hAnsi="Times New Roman" w:cs="Times New Roman"/>
          <w:sz w:val="24"/>
          <w:szCs w:val="24"/>
          <w:lang w:val="ru-RU"/>
        </w:rPr>
        <w:t xml:space="preserve"> (мастер историчар), мастер академске студије историје</w:t>
      </w:r>
    </w:p>
    <w:p w:rsidR="00EC60E6" w:rsidRPr="00F44FA2" w:rsidRDefault="00EC60E6" w:rsidP="00EC60E6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sz w:val="24"/>
          <w:szCs w:val="24"/>
          <w:lang w:val="ru-RU"/>
        </w:rPr>
        <w:t xml:space="preserve">Тема мастер рада: </w:t>
      </w:r>
      <w:r w:rsidRPr="00F44FA2">
        <w:rPr>
          <w:rFonts w:ascii="Times New Roman" w:hAnsi="Times New Roman" w:cs="Times New Roman"/>
          <w:i/>
          <w:sz w:val="24"/>
          <w:szCs w:val="24"/>
          <w:lang w:val="ru-RU"/>
        </w:rPr>
        <w:t>Живот и дело Срете Пецињачког. Допринос развоју српске историографије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sz w:val="24"/>
          <w:szCs w:val="24"/>
          <w:lang w:val="ru-RU"/>
        </w:rPr>
        <w:t>Одбрана мастер рада:27.9.2017.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sz w:val="24"/>
          <w:szCs w:val="24"/>
          <w:lang w:val="ru-RU"/>
        </w:rPr>
        <w:t>Комисија: Др Милош Ђорђевић (ментор), др Славиша Недељковић, др Мирослав Пешић</w:t>
      </w:r>
      <w:bookmarkEnd w:id="0"/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b/>
          <w:sz w:val="24"/>
          <w:szCs w:val="24"/>
          <w:lang w:val="ru-RU"/>
        </w:rPr>
        <w:t>МИЛОШ ЧОЛАКОВИЋ</w:t>
      </w:r>
      <w:r w:rsidRPr="00F44FA2">
        <w:rPr>
          <w:rFonts w:ascii="Times New Roman" w:hAnsi="Times New Roman" w:cs="Times New Roman"/>
          <w:sz w:val="24"/>
          <w:szCs w:val="24"/>
          <w:lang w:val="ru-RU"/>
        </w:rPr>
        <w:t xml:space="preserve"> (мастер историчар), мастер академске студије историје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sz w:val="24"/>
          <w:szCs w:val="24"/>
          <w:lang w:val="ru-RU"/>
        </w:rPr>
        <w:t>Одбрана мастер рада: 13.02.2018.</w:t>
      </w:r>
    </w:p>
    <w:p w:rsidR="00EC60E6" w:rsidRPr="00F44FA2" w:rsidRDefault="00EC60E6" w:rsidP="00EC60E6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sz w:val="24"/>
          <w:szCs w:val="24"/>
          <w:lang w:val="ru-RU"/>
        </w:rPr>
        <w:t xml:space="preserve">Тема мастер рада: </w:t>
      </w:r>
      <w:r w:rsidRPr="00F44FA2">
        <w:rPr>
          <w:rFonts w:ascii="Times New Roman" w:hAnsi="Times New Roman" w:cs="Times New Roman"/>
          <w:i/>
          <w:sz w:val="24"/>
          <w:szCs w:val="24"/>
          <w:lang w:val="ru-RU"/>
        </w:rPr>
        <w:t>Учешће српских фрајкора у аустро-турском рату 1788-1791. године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sz w:val="24"/>
          <w:szCs w:val="24"/>
          <w:lang w:val="ru-RU"/>
        </w:rPr>
        <w:lastRenderedPageBreak/>
        <w:t>Комисија: Др Милош Ђорђевић (ментор), др Бжица Младеновић, др Славиша Недељковић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C60E6" w:rsidRPr="00F44FA2" w:rsidRDefault="00EC60E6" w:rsidP="00EC60E6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b/>
          <w:bCs/>
          <w:sz w:val="24"/>
          <w:szCs w:val="24"/>
          <w:lang w:val="ru-RU"/>
        </w:rPr>
        <w:t>СЛОБОДАН ПАВЛОВИЋ</w:t>
      </w:r>
      <w:r w:rsidRPr="00F44FA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(мастер историчар), мастер академске студије историје</w:t>
      </w:r>
    </w:p>
    <w:p w:rsidR="00EC60E6" w:rsidRPr="00F44FA2" w:rsidRDefault="00EC60E6" w:rsidP="00EC60E6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bCs/>
          <w:sz w:val="24"/>
          <w:szCs w:val="24"/>
          <w:lang w:val="ru-RU"/>
        </w:rPr>
        <w:t>Одбрана мастер рада: 04.07.2018.</w:t>
      </w:r>
    </w:p>
    <w:p w:rsidR="00EC60E6" w:rsidRPr="00F44FA2" w:rsidRDefault="00EC60E6" w:rsidP="00EC60E6">
      <w:pPr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Тема мастер рада: </w:t>
      </w:r>
      <w:r w:rsidRPr="00F44FA2">
        <w:rPr>
          <w:rFonts w:ascii="Times New Roman" w:hAnsi="Times New Roman" w:cs="Times New Roman"/>
          <w:bCs/>
          <w:i/>
          <w:sz w:val="24"/>
          <w:szCs w:val="24"/>
          <w:lang w:val="ru-RU"/>
        </w:rPr>
        <w:t>Аустро-турски рат (1716-1718) и Пожаревачки мировни уговор</w:t>
      </w:r>
    </w:p>
    <w:p w:rsidR="005D0512" w:rsidRPr="00F44FA2" w:rsidRDefault="00EC60E6" w:rsidP="00EC60E6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bCs/>
          <w:sz w:val="24"/>
          <w:szCs w:val="24"/>
          <w:lang w:val="ru-RU"/>
        </w:rPr>
        <w:t>Комисија: Др Милош Ђорђевић (ментор), др Славиша Недељковић, др Мирослав Пешић</w:t>
      </w:r>
    </w:p>
    <w:p w:rsidR="00EC60E6" w:rsidRDefault="005D0512" w:rsidP="005D051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EC60E6">
        <w:rPr>
          <w:rFonts w:ascii="Times New Roman" w:hAnsi="Times New Roman" w:cs="Times New Roman"/>
          <w:sz w:val="24"/>
          <w:szCs w:val="24"/>
          <w:lang w:val="ru-RU"/>
        </w:rPr>
        <w:t>Чланство у комисијама за одбрану мастер радова: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b/>
          <w:sz w:val="24"/>
          <w:szCs w:val="24"/>
          <w:lang w:val="ru-RU"/>
        </w:rPr>
        <w:t>ИГОР ЗДРАВКОВИЋ</w:t>
      </w:r>
      <w:r w:rsidRPr="00F44FA2">
        <w:rPr>
          <w:rFonts w:ascii="Times New Roman" w:hAnsi="Times New Roman" w:cs="Times New Roman"/>
          <w:sz w:val="24"/>
          <w:szCs w:val="24"/>
          <w:lang w:val="ru-RU"/>
        </w:rPr>
        <w:t xml:space="preserve"> (мастер историчар), мастер академске студије историје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sz w:val="24"/>
          <w:szCs w:val="24"/>
          <w:lang w:val="ru-RU"/>
        </w:rPr>
        <w:t>Одбрана мастер рада:25.09.2018.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sz w:val="24"/>
          <w:szCs w:val="24"/>
          <w:lang w:val="ru-RU"/>
        </w:rPr>
        <w:t xml:space="preserve">Тема мастер рада: </w:t>
      </w:r>
      <w:r w:rsidRPr="00F44FA2">
        <w:rPr>
          <w:rFonts w:ascii="Times New Roman" w:hAnsi="Times New Roman" w:cs="Times New Roman"/>
          <w:i/>
          <w:sz w:val="24"/>
          <w:szCs w:val="24"/>
          <w:lang w:val="ru-RU"/>
        </w:rPr>
        <w:t>Политичке прилике на Балкану од Санстефанског мира 1878. до Грчко-турског рата 1897. године</w:t>
      </w:r>
    </w:p>
    <w:p w:rsidR="00EC60E6" w:rsidRPr="00F44FA2" w:rsidRDefault="00EC60E6" w:rsidP="00EC60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44FA2">
        <w:rPr>
          <w:rFonts w:ascii="Times New Roman" w:hAnsi="Times New Roman" w:cs="Times New Roman"/>
          <w:sz w:val="24"/>
          <w:szCs w:val="24"/>
          <w:lang w:val="ru-RU"/>
        </w:rPr>
        <w:t>Комисија: Др Славиша Недељковић (ментор), др Милош Ђорђевић, др Мирослав Пешић</w:t>
      </w:r>
    </w:p>
    <w:p w:rsidR="005D0512" w:rsidRPr="00EC60E6" w:rsidRDefault="005D0512" w:rsidP="00EC60E6">
      <w:pPr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5D0512" w:rsidRPr="00EC60E6" w:rsidRDefault="005D0512" w:rsidP="005D0512">
      <w:pPr>
        <w:spacing w:after="120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свих наведених чињеница, даје се </w:t>
      </w:r>
      <w:r w:rsidRPr="005E68AD">
        <w:rPr>
          <w:rFonts w:ascii="Times New Roman" w:hAnsi="Times New Roman" w:cs="Times New Roman"/>
          <w:b/>
          <w:sz w:val="24"/>
          <w:szCs w:val="24"/>
          <w:lang w:val="ru-RU"/>
        </w:rPr>
        <w:t>позитивна оцена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за резултате 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обезбеђивању научно-наставног, 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>односно уметничко-наставног подмлатка на факултету др</w:t>
      </w:r>
      <w:r w:rsidR="00EC60E6">
        <w:rPr>
          <w:rFonts w:ascii="Times New Roman" w:hAnsi="Times New Roman" w:cs="Times New Roman"/>
          <w:sz w:val="24"/>
          <w:szCs w:val="24"/>
          <w:lang w:val="ru-RU"/>
        </w:rPr>
        <w:t xml:space="preserve"> Милоша Ђорђевића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,  кандидата за избор у звање </w:t>
      </w:r>
      <w:r w:rsidRPr="005E68AD">
        <w:rPr>
          <w:rFonts w:ascii="Times New Roman" w:hAnsi="Times New Roman" w:cs="Times New Roman"/>
          <w:i/>
          <w:sz w:val="24"/>
          <w:szCs w:val="24"/>
          <w:lang w:val="ru-RU"/>
        </w:rPr>
        <w:t>ванредни професор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за ужу научну област Историја (</w:t>
      </w:r>
      <w:r w:rsidR="00EC60E6" w:rsidRPr="00F44FA2">
        <w:rPr>
          <w:rFonts w:ascii="Times New Roman" w:hAnsi="Times New Roman" w:cs="Times New Roman"/>
          <w:i/>
          <w:sz w:val="24"/>
          <w:szCs w:val="24"/>
          <w:lang w:val="ru-RU"/>
        </w:rPr>
        <w:t>Општа историја од 1492. до 1650. године и Општа историја од 1650. до 1789. године</w:t>
      </w:r>
      <w:r w:rsidRPr="00EC60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</w:t>
      </w: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>У Нишу,</w:t>
      </w:r>
    </w:p>
    <w:p w:rsidR="005D0512" w:rsidRPr="005E68AD" w:rsidRDefault="00EC60E6" w:rsidP="005D051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5D0512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јануара 2019</w:t>
      </w:r>
      <w:r w:rsidR="005D0512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. године                                   </w:t>
      </w:r>
    </w:p>
    <w:p w:rsidR="005D0512" w:rsidRPr="005E68AD" w:rsidRDefault="00EC60E6" w:rsidP="005D051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Управник</w:t>
      </w:r>
      <w:r w:rsidR="005D0512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Департмана за историју</w:t>
      </w:r>
    </w:p>
    <w:p w:rsidR="00EC60E6" w:rsidRDefault="005D0512" w:rsidP="005D0512">
      <w:pPr>
        <w:jc w:val="right"/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проф. др </w:t>
      </w:r>
      <w:r w:rsidR="00EC60E6">
        <w:rPr>
          <w:rFonts w:ascii="Times New Roman" w:hAnsi="Times New Roman" w:cs="Times New Roman"/>
          <w:sz w:val="24"/>
          <w:szCs w:val="24"/>
        </w:rPr>
        <w:t>Ирена Љубомировић</w:t>
      </w:r>
    </w:p>
    <w:p w:rsidR="005D0512" w:rsidRPr="005E68AD" w:rsidRDefault="005D0512" w:rsidP="005D0512">
      <w:pPr>
        <w:jc w:val="right"/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D0512" w:rsidRPr="005E68AD" w:rsidRDefault="005D0512" w:rsidP="005D0512">
      <w:pPr>
        <w:pStyle w:val="ListParagraph"/>
        <w:jc w:val="right"/>
        <w:rPr>
          <w:rFonts w:ascii="Times New Roman" w:hAnsi="Times New Roman" w:cs="Times New Roman"/>
          <w:lang w:val="ru-RU"/>
        </w:rPr>
      </w:pPr>
    </w:p>
    <w:p w:rsidR="005D0512" w:rsidRPr="005E68AD" w:rsidRDefault="005D0512" w:rsidP="005D0512">
      <w:pPr>
        <w:pStyle w:val="ListParagraph"/>
        <w:jc w:val="right"/>
        <w:rPr>
          <w:rFonts w:ascii="Times New Roman" w:hAnsi="Times New Roman" w:cs="Times New Roman"/>
          <w:lang w:val="ru-RU"/>
        </w:rPr>
      </w:pPr>
    </w:p>
    <w:p w:rsidR="005D0512" w:rsidRPr="005E68AD" w:rsidRDefault="005D0512" w:rsidP="005D0512">
      <w:pPr>
        <w:rPr>
          <w:rFonts w:ascii="Times New Roman" w:hAnsi="Times New Roman" w:cs="Times New Roman"/>
          <w:lang w:val="ru-RU"/>
        </w:rPr>
      </w:pPr>
    </w:p>
    <w:p w:rsidR="005D0512" w:rsidRPr="005E68AD" w:rsidRDefault="005D0512" w:rsidP="005D0512">
      <w:pPr>
        <w:pStyle w:val="ListParagraph"/>
        <w:jc w:val="both"/>
        <w:rPr>
          <w:rFonts w:ascii="Times New Roman" w:hAnsi="Times New Roman" w:cs="Times New Roman"/>
          <w:lang w:val="ru-RU"/>
        </w:rPr>
      </w:pP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</w:p>
    <w:p w:rsidR="005D0512" w:rsidRPr="005E68AD" w:rsidRDefault="005D0512" w:rsidP="005D0512">
      <w:pPr>
        <w:rPr>
          <w:rFonts w:ascii="Times New Roman" w:hAnsi="Times New Roman" w:cs="Times New Roman"/>
          <w:sz w:val="24"/>
          <w:szCs w:val="24"/>
        </w:rPr>
      </w:pPr>
    </w:p>
    <w:p w:rsidR="005D0512" w:rsidRPr="005E68AD" w:rsidRDefault="005D0512" w:rsidP="005D0512">
      <w:pPr>
        <w:rPr>
          <w:rFonts w:ascii="Times New Roman" w:hAnsi="Times New Roman" w:cs="Times New Roman"/>
          <w:b/>
          <w:sz w:val="24"/>
          <w:szCs w:val="24"/>
        </w:rPr>
      </w:pPr>
      <w:r w:rsidRPr="005E68A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A7068" w:rsidRDefault="009A7068"/>
    <w:sectPr w:rsidR="009A7068" w:rsidSect="009A7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compat/>
  <w:rsids>
    <w:rsidRoot w:val="005D0512"/>
    <w:rsid w:val="00360814"/>
    <w:rsid w:val="005D0512"/>
    <w:rsid w:val="00712916"/>
    <w:rsid w:val="00734B9C"/>
    <w:rsid w:val="009A7068"/>
    <w:rsid w:val="00C52DAB"/>
    <w:rsid w:val="00D95D7B"/>
    <w:rsid w:val="00E9362B"/>
    <w:rsid w:val="00EC60E6"/>
    <w:rsid w:val="00F44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12"/>
    <w:pPr>
      <w:ind w:left="72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512"/>
    <w:pPr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2019-01-22T11:05:00Z</dcterms:created>
  <dcterms:modified xsi:type="dcterms:W3CDTF">2019-01-22T11:49:00Z</dcterms:modified>
</cp:coreProperties>
</file>